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2831" w14:textId="2E7D2225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253207" w:rsidRPr="00253207">
        <w:rPr>
          <w:rFonts w:ascii="Futura Bk BT" w:hAnsi="Futura Bk BT"/>
          <w:b/>
          <w:bCs/>
        </w:rPr>
        <w:t xml:space="preserve">ERA </w:t>
      </w:r>
      <w:r w:rsidR="00CE10B8">
        <w:rPr>
          <w:rFonts w:ascii="Futura Bk BT" w:hAnsi="Futura Bk BT"/>
          <w:b/>
          <w:bCs/>
        </w:rPr>
        <w:t xml:space="preserve">Registry </w:t>
      </w:r>
      <w:r w:rsidR="00253207" w:rsidRPr="00253207">
        <w:rPr>
          <w:rFonts w:ascii="Futura Bk BT" w:hAnsi="Futura Bk BT"/>
          <w:b/>
          <w:bCs/>
        </w:rPr>
        <w:t>Fellowship</w:t>
      </w:r>
    </w:p>
    <w:p w14:paraId="61C78009" w14:textId="27B4054F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Type of fellowship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71BBCD73" w:rsidR="00253207" w:rsidRPr="001339C1" w:rsidRDefault="00CE10B8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>
              <w:rPr>
                <w:rFonts w:ascii="Futura Bk BT" w:hAnsi="Futura Bk BT" w:cs="DejaVuSans-Bold"/>
                <w:b/>
                <w:bCs/>
                <w:color w:val="000000" w:themeColor="text1"/>
              </w:rPr>
              <w:t>Registry</w:t>
            </w:r>
            <w:r w:rsidR="00F27129" w:rsidRPr="00F27129">
              <w:rPr>
                <w:rFonts w:ascii="Futura Bk BT" w:hAnsi="Futura Bk BT" w:cs="DejaVuSans-Bold"/>
                <w:b/>
                <w:bCs/>
                <w:color w:val="000000" w:themeColor="text1"/>
              </w:rPr>
              <w:t xml:space="preserve"> Fellowship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4C827450" w:rsidR="00253207" w:rsidRPr="001339C1" w:rsidRDefault="00CA69DE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Suggested duration</w:t>
            </w:r>
          </w:p>
        </w:tc>
        <w:tc>
          <w:tcPr>
            <w:tcW w:w="5380" w:type="dxa"/>
          </w:tcPr>
          <w:p w14:paraId="4B231E79" w14:textId="0AE8C229" w:rsidR="00253207" w:rsidRPr="00D40CE7" w:rsidRDefault="00CE477E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75983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0CE7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2E2D54">
              <w:rPr>
                <w:rFonts w:ascii="Futura Bk BT" w:hAnsi="Futura Bk BT" w:cs="DejaVuSans-Bold"/>
                <w:color w:val="000000" w:themeColor="text1"/>
              </w:rPr>
              <w:t>6</w:t>
            </w:r>
            <w:r w:rsidR="00CE10B8">
              <w:rPr>
                <w:rFonts w:ascii="Futura Bk BT" w:hAnsi="Futura Bk BT" w:cs="DejaVuSans-Bold"/>
                <w:color w:val="000000" w:themeColor="text1"/>
              </w:rPr>
              <w:t xml:space="preserve"> weeks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(</w:t>
            </w:r>
            <w:r w:rsidR="002E2D54">
              <w:rPr>
                <w:rFonts w:ascii="Futura Bk BT" w:hAnsi="Futura Bk BT" w:cs="DejaVuSans-Bold"/>
                <w:color w:val="000000" w:themeColor="text1"/>
              </w:rPr>
              <w:t>42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days)</w:t>
            </w:r>
          </w:p>
          <w:p w14:paraId="2F2F5A16" w14:textId="6C3127B8" w:rsidR="00215CC6" w:rsidRPr="00D40CE7" w:rsidRDefault="00CE477E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sdt>
              <w:sdtPr>
                <w:rPr>
                  <w:rFonts w:ascii="Futura Bk BT" w:hAnsi="Futura Bk BT" w:cs="DejaVuSans-Bold"/>
                  <w:color w:val="000000" w:themeColor="text1"/>
                </w:rPr>
                <w:id w:val="-98670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0CE7">
                  <w:rPr>
                    <w:rFonts w:ascii="MS Gothic" w:eastAsia="MS Gothic" w:hAnsi="MS Gothic" w:cs="DejaVuSans-Bold" w:hint="eastAsia"/>
                    <w:color w:val="000000" w:themeColor="text1"/>
                  </w:rPr>
                  <w:t>☐</w:t>
                </w:r>
              </w:sdtContent>
            </w:sdt>
            <w:r w:rsidR="002E2D54">
              <w:rPr>
                <w:rFonts w:ascii="Futura Bk BT" w:hAnsi="Futura Bk BT" w:cs="DejaVuSans-Bold"/>
                <w:color w:val="000000" w:themeColor="text1"/>
              </w:rPr>
              <w:t>12</w:t>
            </w:r>
            <w:r w:rsidR="00CE10B8">
              <w:rPr>
                <w:rFonts w:ascii="Futura Bk BT" w:hAnsi="Futura Bk BT" w:cs="DejaVuSans-Bold"/>
                <w:color w:val="000000" w:themeColor="text1"/>
              </w:rPr>
              <w:t xml:space="preserve"> weeks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(</w:t>
            </w:r>
            <w:r w:rsidR="002E2D54">
              <w:rPr>
                <w:rFonts w:ascii="Futura Bk BT" w:hAnsi="Futura Bk BT" w:cs="DejaVuSans-Bold"/>
                <w:color w:val="000000" w:themeColor="text1"/>
              </w:rPr>
              <w:t>84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367A9F62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Proposed specific clinical learning objectives</w:t>
            </w:r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7D74E25C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1339C1" w14:paraId="1E1D5F54" w14:textId="77777777" w:rsidTr="001339C1">
        <w:tc>
          <w:tcPr>
            <w:tcW w:w="4248" w:type="dxa"/>
          </w:tcPr>
          <w:p w14:paraId="4BC4BA0C" w14:textId="7D789978" w:rsidR="001339C1" w:rsidRPr="00995D65" w:rsidRDefault="001339C1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 w:cs="DejaVuSans-Bold"/>
              </w:rPr>
              <w:t>Addr</w:t>
            </w:r>
            <w:r w:rsidR="00995D65" w:rsidRPr="00995D65">
              <w:rPr>
                <w:rFonts w:ascii="Futura Bk BT" w:hAnsi="Futura Bk BT" w:cs="DejaVuSans-Bold"/>
              </w:rPr>
              <w:t xml:space="preserve">ess </w:t>
            </w:r>
          </w:p>
        </w:tc>
        <w:tc>
          <w:tcPr>
            <w:tcW w:w="5380" w:type="dxa"/>
          </w:tcPr>
          <w:p w14:paraId="552240D0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80174C5" w14:textId="77777777" w:rsidTr="001339C1">
        <w:tc>
          <w:tcPr>
            <w:tcW w:w="4248" w:type="dxa"/>
          </w:tcPr>
          <w:p w14:paraId="67DEE557" w14:textId="296F2851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Nationality</w:t>
            </w:r>
          </w:p>
        </w:tc>
        <w:tc>
          <w:tcPr>
            <w:tcW w:w="5380" w:type="dxa"/>
          </w:tcPr>
          <w:p w14:paraId="6D1133E9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3E2E08AE" w14:textId="77777777" w:rsidTr="001339C1">
        <w:tc>
          <w:tcPr>
            <w:tcW w:w="4248" w:type="dxa"/>
          </w:tcPr>
          <w:p w14:paraId="7AE97E9B" w14:textId="191A061E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Phone number</w:t>
            </w:r>
          </w:p>
        </w:tc>
        <w:tc>
          <w:tcPr>
            <w:tcW w:w="5380" w:type="dxa"/>
          </w:tcPr>
          <w:p w14:paraId="6AAB06BA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37A0792B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Mobile number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6B50AE60" w14:textId="77777777" w:rsidTr="001339C1">
        <w:tc>
          <w:tcPr>
            <w:tcW w:w="4248" w:type="dxa"/>
          </w:tcPr>
          <w:p w14:paraId="547F0242" w14:textId="07F5F352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Date of birth</w:t>
            </w:r>
          </w:p>
        </w:tc>
        <w:tc>
          <w:tcPr>
            <w:tcW w:w="5380" w:type="dxa"/>
          </w:tcPr>
          <w:p w14:paraId="27866EA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0989F64D" w:rsidR="00995D65" w:rsidRPr="00995D65" w:rsidRDefault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Curriculum Vitae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36C7A6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2DE6B3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68BA700E" w14:textId="4F37AD37" w:rsidR="00253207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Publications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77AC3BAD" w14:textId="77777777" w:rsidTr="00B63E34">
        <w:trPr>
          <w:trHeight w:val="299"/>
        </w:trPr>
        <w:tc>
          <w:tcPr>
            <w:tcW w:w="2393" w:type="dxa"/>
          </w:tcPr>
          <w:p w14:paraId="03E26B2D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203647D6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D6E8FD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59126A9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211AB062" w14:textId="77777777" w:rsidTr="00B63E34">
        <w:trPr>
          <w:trHeight w:val="282"/>
        </w:trPr>
        <w:tc>
          <w:tcPr>
            <w:tcW w:w="2393" w:type="dxa"/>
          </w:tcPr>
          <w:p w14:paraId="257A5F93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62B14A7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6829CAF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1BC1BD2B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</w:tbl>
    <w:p w14:paraId="6A7BDE34" w14:textId="53D40335" w:rsidR="00A33A97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>Other Applicant's Data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B63E34" w14:paraId="6B573629" w14:textId="77777777" w:rsidTr="00B63E34">
        <w:tc>
          <w:tcPr>
            <w:tcW w:w="2830" w:type="dxa"/>
          </w:tcPr>
          <w:p w14:paraId="713B5A8E" w14:textId="3E08CDE2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B63E34">
              <w:rPr>
                <w:rFonts w:ascii="Futura Bk BT" w:hAnsi="Futura Bk BT" w:cs="DejaVuSans-Bold"/>
              </w:rPr>
              <w:t>Other grants</w:t>
            </w:r>
          </w:p>
        </w:tc>
        <w:tc>
          <w:tcPr>
            <w:tcW w:w="6798" w:type="dxa"/>
          </w:tcPr>
          <w:p w14:paraId="0D0DF406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7EBB1B58" w14:textId="77777777" w:rsidTr="00B63E34">
        <w:tc>
          <w:tcPr>
            <w:tcW w:w="2830" w:type="dxa"/>
          </w:tcPr>
          <w:p w14:paraId="543395F8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previously</w:t>
            </w:r>
          </w:p>
          <w:p w14:paraId="5A0D22AF" w14:textId="257261C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applied for ERA</w:t>
            </w:r>
          </w:p>
          <w:p w14:paraId="0BC5B4A4" w14:textId="61C5E66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fellowship?</w:t>
            </w:r>
          </w:p>
        </w:tc>
        <w:tc>
          <w:tcPr>
            <w:tcW w:w="6798" w:type="dxa"/>
          </w:tcPr>
          <w:p w14:paraId="3AAFA0DD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0D992EA1" w14:textId="77777777" w:rsidTr="00B63E34">
        <w:tc>
          <w:tcPr>
            <w:tcW w:w="2830" w:type="dxa"/>
          </w:tcPr>
          <w:p w14:paraId="51E078F7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recently</w:t>
            </w:r>
          </w:p>
          <w:p w14:paraId="2B8D77E5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interrupted your career</w:t>
            </w:r>
          </w:p>
          <w:p w14:paraId="6D3D4FB3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due to child care?</w:t>
            </w:r>
          </w:p>
          <w:p w14:paraId="6427791E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If yes, please state the</w:t>
            </w:r>
          </w:p>
          <w:p w14:paraId="2BB777E6" w14:textId="595E4DBC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duration and dates</w:t>
            </w:r>
          </w:p>
        </w:tc>
        <w:tc>
          <w:tcPr>
            <w:tcW w:w="6798" w:type="dxa"/>
          </w:tcPr>
          <w:p w14:paraId="387F7ADC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078BD9B4" w14:textId="77777777" w:rsidR="00B63E34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02ECF8EE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9543A" w14:paraId="65A8CB67" w14:textId="77777777" w:rsidTr="0069543A">
        <w:tc>
          <w:tcPr>
            <w:tcW w:w="4814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814" w:type="dxa"/>
          </w:tcPr>
          <w:p w14:paraId="5A395CC5" w14:textId="256F356A" w:rsidR="0069543A" w:rsidRPr="00CE10B8" w:rsidRDefault="00CE10B8" w:rsidP="00CE10B8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CE10B8">
              <w:rPr>
                <w:rFonts w:ascii="Futura Bk BT" w:hAnsi="Futura Bk BT"/>
                <w:bCs/>
                <w:color w:val="000000" w:themeColor="text1"/>
              </w:rPr>
              <w:t>Amsterdam UM</w:t>
            </w:r>
            <w:r w:rsidR="00D2183E">
              <w:rPr>
                <w:rFonts w:ascii="Futura Bk BT" w:hAnsi="Futura Bk BT"/>
                <w:bCs/>
                <w:color w:val="000000" w:themeColor="text1"/>
              </w:rPr>
              <w:t>C</w:t>
            </w:r>
            <w:r w:rsidRPr="00CE10B8">
              <w:rPr>
                <w:rFonts w:ascii="Futura Bk BT" w:hAnsi="Futura Bk BT"/>
                <w:bCs/>
                <w:color w:val="000000" w:themeColor="text1"/>
              </w:rPr>
              <w:t xml:space="preserve"> – Location AMC</w:t>
            </w:r>
          </w:p>
        </w:tc>
      </w:tr>
      <w:tr w:rsidR="0069543A" w14:paraId="381A74A2" w14:textId="77777777" w:rsidTr="0069543A">
        <w:tc>
          <w:tcPr>
            <w:tcW w:w="4814" w:type="dxa"/>
          </w:tcPr>
          <w:p w14:paraId="17902675" w14:textId="6A21A14B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Supervisor's name</w:t>
            </w:r>
          </w:p>
        </w:tc>
        <w:tc>
          <w:tcPr>
            <w:tcW w:w="4814" w:type="dxa"/>
          </w:tcPr>
          <w:p w14:paraId="10200989" w14:textId="3660E213" w:rsidR="0069543A" w:rsidRPr="00CE10B8" w:rsidRDefault="00C6680F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V.S. Stel</w:t>
            </w:r>
          </w:p>
        </w:tc>
      </w:tr>
      <w:tr w:rsidR="0069543A" w14:paraId="4B9B6567" w14:textId="77777777" w:rsidTr="0069543A">
        <w:tc>
          <w:tcPr>
            <w:tcW w:w="4814" w:type="dxa"/>
          </w:tcPr>
          <w:p w14:paraId="69F9369A" w14:textId="4D967D8F" w:rsidR="0069543A" w:rsidRPr="00CE10B8" w:rsidRDefault="0069543A" w:rsidP="0069543A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E10B8">
              <w:rPr>
                <w:rFonts w:ascii="Futura Bk BT" w:hAnsi="Futura Bk BT" w:cs="DejaVuSans-Bold"/>
                <w:color w:val="000000" w:themeColor="text1"/>
              </w:rPr>
              <w:t>Supervisor's e-mail address</w:t>
            </w:r>
          </w:p>
        </w:tc>
        <w:tc>
          <w:tcPr>
            <w:tcW w:w="4814" w:type="dxa"/>
          </w:tcPr>
          <w:p w14:paraId="18B0A44A" w14:textId="5F8FF696" w:rsidR="0069543A" w:rsidRPr="00CE10B8" w:rsidRDefault="00C6680F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v.s.stel</w:t>
            </w:r>
            <w:r w:rsidR="00CE10B8" w:rsidRPr="00CE10B8">
              <w:rPr>
                <w:rFonts w:ascii="Futura Bk BT" w:hAnsi="Futura Bk BT" w:cs="DejaVuSans-Bold"/>
                <w:color w:val="000000" w:themeColor="text1"/>
              </w:rPr>
              <w:t>@amsterdamumc.nl</w:t>
            </w:r>
          </w:p>
        </w:tc>
      </w:tr>
      <w:tr w:rsidR="0069543A" w14:paraId="52176D9E" w14:textId="77777777" w:rsidTr="0069543A">
        <w:tc>
          <w:tcPr>
            <w:tcW w:w="4814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814" w:type="dxa"/>
          </w:tcPr>
          <w:p w14:paraId="09927176" w14:textId="6A8E6E7E" w:rsidR="0069543A" w:rsidRDefault="00805EA8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805EA8">
              <w:rPr>
                <w:rFonts w:ascii="Futura Bk BT" w:hAnsi="Futura Bk BT"/>
                <w:bCs/>
                <w:color w:val="000000" w:themeColor="text1"/>
              </w:rPr>
              <w:t>Department of Medical Informatics of the Academic Medical Center (AMC), Amsterdam, Netherlands</w:t>
            </w:r>
          </w:p>
        </w:tc>
      </w:tr>
      <w:tr w:rsidR="0069543A" w14:paraId="594BF3A7" w14:textId="77777777" w:rsidTr="0069543A">
        <w:tc>
          <w:tcPr>
            <w:tcW w:w="4814" w:type="dxa"/>
          </w:tcPr>
          <w:p w14:paraId="67D5379D" w14:textId="7BF6C053" w:rsidR="0069543A" w:rsidRPr="0069543A" w:rsidRDefault="0069543A" w:rsidP="0069543A">
            <w:pPr>
              <w:rPr>
                <w:rFonts w:ascii="Futura Bk BT" w:hAnsi="Futura Bk BT" w:cs="DejaVuSans-Bold"/>
              </w:rPr>
            </w:pPr>
            <w:r w:rsidRPr="0069543A">
              <w:rPr>
                <w:rFonts w:ascii="Futura Bk BT" w:hAnsi="Futura Bk BT" w:cs="DejaVuSans-Bold"/>
              </w:rPr>
              <w:t>Reason for choosing this institute</w:t>
            </w:r>
          </w:p>
        </w:tc>
        <w:tc>
          <w:tcPr>
            <w:tcW w:w="4814" w:type="dxa"/>
          </w:tcPr>
          <w:p w14:paraId="79C36D7B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12B58E2E" w14:textId="77777777" w:rsidTr="0069543A">
        <w:tc>
          <w:tcPr>
            <w:tcW w:w="4814" w:type="dxa"/>
          </w:tcPr>
          <w:p w14:paraId="51CF4421" w14:textId="1DA3F2FF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Summary of the proposed training</w:t>
            </w:r>
          </w:p>
        </w:tc>
        <w:tc>
          <w:tcPr>
            <w:tcW w:w="4814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69543A">
        <w:tc>
          <w:tcPr>
            <w:tcW w:w="4814" w:type="dxa"/>
          </w:tcPr>
          <w:p w14:paraId="5A1C3E98" w14:textId="5CBE09B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Clinical significance of the proposed training</w:t>
            </w:r>
          </w:p>
        </w:tc>
        <w:tc>
          <w:tcPr>
            <w:tcW w:w="4814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69543A">
        <w:tc>
          <w:tcPr>
            <w:tcW w:w="4814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814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83CE3EE" w14:textId="77777777" w:rsidTr="0069543A">
        <w:tc>
          <w:tcPr>
            <w:tcW w:w="4814" w:type="dxa"/>
          </w:tcPr>
          <w:p w14:paraId="4FDB3D7F" w14:textId="57BE6FC3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Do you intend to return to your home institute</w:t>
            </w:r>
          </w:p>
          <w:p w14:paraId="577CB09C" w14:textId="5F99E74E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after the fellowship? </w:t>
            </w:r>
          </w:p>
        </w:tc>
        <w:tc>
          <w:tcPr>
            <w:tcW w:w="4814" w:type="dxa"/>
          </w:tcPr>
          <w:p w14:paraId="6590348D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69543A">
        <w:tc>
          <w:tcPr>
            <w:tcW w:w="4814" w:type="dxa"/>
          </w:tcPr>
          <w:p w14:paraId="50CB3F27" w14:textId="0019B99E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Career plans after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fellowship</w:t>
            </w:r>
          </w:p>
        </w:tc>
        <w:tc>
          <w:tcPr>
            <w:tcW w:w="4814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58167D94" w14:textId="28C9152C" w:rsidR="0069543A" w:rsidRDefault="0069543A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241DBB8" w14:textId="77777777" w:rsidR="008A0EE8" w:rsidRPr="00E5169F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0396D686" w14:textId="3F52C7A2" w:rsidR="008A0EE8" w:rsidRPr="00432027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E477E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7" w:history="1">
        <w:r w:rsidRPr="00E5169F">
          <w:rPr>
            <w:rStyle w:val="Collegamentoipertestuale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8" w:history="1">
        <w:r w:rsidR="00755BBE" w:rsidRPr="00755BBE">
          <w:rPr>
            <w:rStyle w:val="Collegamentoipertestuale"/>
            <w:rFonts w:ascii="Futura Bk BT" w:hAnsi="Futura Bk BT" w:cs="Tahoma"/>
            <w:sz w:val="20"/>
            <w:lang w:val="en-US"/>
          </w:rPr>
          <w:t>Terms and Conditions</w:t>
        </w:r>
      </w:hyperlink>
      <w:r w:rsidR="00755BBE" w:rsidRPr="00755BBE">
        <w:rPr>
          <w:rFonts w:ascii="Futura Bk BT" w:hAnsi="Futura Bk BT" w:cs="Tahoma"/>
          <w:sz w:val="20"/>
          <w:lang w:val="en-US"/>
        </w:rPr>
        <w:t>.</w:t>
      </w:r>
    </w:p>
    <w:p w14:paraId="4CB07A64" w14:textId="77777777" w:rsidR="008A0EE8" w:rsidRDefault="008A0EE8" w:rsidP="008A0EE8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29543282" w14:textId="77777777" w:rsidR="008A0EE8" w:rsidRPr="003146F7" w:rsidRDefault="008A0EE8" w:rsidP="008A0EE8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___________________________</w:t>
      </w:r>
      <w:r w:rsidRPr="00E5169F">
        <w:rPr>
          <w:rFonts w:ascii="Futura Bk BT" w:hAnsi="Futura Bk BT" w:cs="Tahoma"/>
          <w:szCs w:val="24"/>
        </w:rPr>
        <w:t>_________Signature:</w:t>
      </w:r>
      <w:r w:rsidRPr="003146F7">
        <w:rPr>
          <w:rFonts w:ascii="Futura Bk BT" w:hAnsi="Futura Bk BT" w:cs="Tahoma"/>
          <w:szCs w:val="24"/>
          <w:u w:val="single"/>
        </w:rPr>
        <w:t>______________________</w:t>
      </w:r>
    </w:p>
    <w:p w14:paraId="453DF141" w14:textId="77777777" w:rsidR="008A0EE8" w:rsidRDefault="008A0EE8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6F6BC2A6" w14:textId="163638A6" w:rsidR="00564514" w:rsidRPr="00E66873" w:rsidRDefault="00564514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  <w:r w:rsidRPr="00E66873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Mandatory documents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submitted when applying for an ERA </w:t>
      </w:r>
      <w:r w:rsidR="00CE10B8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Registry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Fellowship</w:t>
      </w:r>
      <w:r w:rsidR="00DC7139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sent to </w:t>
      </w:r>
      <w:hyperlink r:id="rId9" w:history="1">
        <w:r w:rsidR="00DC7139" w:rsidRPr="000556D9">
          <w:rPr>
            <w:rStyle w:val="Collegamentoipertestuale"/>
            <w:rFonts w:ascii="Futura Bk BT" w:hAnsi="Futura Bk BT" w:cs="DejaVuSans-Bold"/>
            <w:b/>
            <w:bCs/>
            <w:sz w:val="26"/>
            <w:szCs w:val="26"/>
          </w:rPr>
          <w:t>fellowship@era-online.org</w:t>
        </w:r>
      </w:hyperlink>
      <w:r w:rsidR="00DC7139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:</w:t>
      </w:r>
    </w:p>
    <w:p w14:paraId="35BCF5F8" w14:textId="19102C89" w:rsidR="008A0EE8" w:rsidRPr="008A0EE8" w:rsidRDefault="009166BC" w:rsidP="008A0EE8">
      <w:pPr>
        <w:pStyle w:val="Paragrafoelenco"/>
        <w:numPr>
          <w:ilvl w:val="0"/>
          <w:numId w:val="2"/>
        </w:numPr>
        <w:rPr>
          <w:rFonts w:ascii="Futura Bk BT" w:hAnsi="Futura Bk BT"/>
          <w:b/>
          <w:color w:val="000000" w:themeColor="text1"/>
        </w:rPr>
      </w:pPr>
      <w:r>
        <w:rPr>
          <w:rFonts w:ascii="Futura Bk BT" w:hAnsi="Futura Bk BT"/>
          <w:b/>
          <w:color w:val="000000" w:themeColor="text1"/>
        </w:rPr>
        <w:t>Application form and p</w:t>
      </w:r>
      <w:r w:rsidR="008A0EE8" w:rsidRPr="00DB1FD8">
        <w:rPr>
          <w:rFonts w:ascii="Futura Bk BT" w:hAnsi="Futura Bk BT"/>
          <w:b/>
          <w:color w:val="000000" w:themeColor="text1"/>
        </w:rPr>
        <w:t>hotocopy of the applicant’s personal ID</w:t>
      </w:r>
    </w:p>
    <w:p w14:paraId="35EAE790" w14:textId="7AB09093" w:rsidR="00564514" w:rsidRDefault="00E66873" w:rsidP="008A0EE8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>Form of Acceptance of Applicant</w:t>
      </w:r>
      <w:r w:rsidRPr="00CA69DE">
        <w:rPr>
          <w:rFonts w:ascii="Futura Bk BT" w:hAnsi="Futura Bk BT"/>
          <w:bCs/>
          <w:color w:val="000000" w:themeColor="text1"/>
        </w:rPr>
        <w:t xml:space="preserve"> – signed by the Supervisor at the Host institute</w:t>
      </w:r>
    </w:p>
    <w:p w14:paraId="3C15D822" w14:textId="4BADF108" w:rsidR="00CA69DE" w:rsidRPr="00CA69DE" w:rsidRDefault="00CA69DE" w:rsidP="008A0EE8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>
        <w:rPr>
          <w:rFonts w:ascii="Futura Bk BT" w:hAnsi="Futura Bk BT"/>
          <w:b/>
          <w:color w:val="000000" w:themeColor="text1"/>
        </w:rPr>
        <w:t>Detailed training plan</w:t>
      </w:r>
      <w:r w:rsidRPr="00CA69DE">
        <w:rPr>
          <w:rFonts w:ascii="Futura Bk BT" w:hAnsi="Futura Bk BT"/>
          <w:bCs/>
          <w:color w:val="000000" w:themeColor="text1"/>
        </w:rPr>
        <w:t xml:space="preserve"> edited by the Supervisor at the Host institute</w:t>
      </w:r>
    </w:p>
    <w:p w14:paraId="3353A2D5" w14:textId="62A76218" w:rsidR="00E66873" w:rsidRPr="00CA69DE" w:rsidRDefault="00E66873" w:rsidP="008A0EE8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 xml:space="preserve">Letter of Support for ERA </w:t>
      </w:r>
      <w:r w:rsidR="00EC60F4">
        <w:rPr>
          <w:rFonts w:ascii="Futura Bk BT" w:hAnsi="Futura Bk BT"/>
          <w:b/>
          <w:color w:val="000000" w:themeColor="text1"/>
        </w:rPr>
        <w:t>Registry</w:t>
      </w:r>
      <w:r w:rsidRPr="00CA69DE">
        <w:rPr>
          <w:rFonts w:ascii="Futura Bk BT" w:hAnsi="Futura Bk BT"/>
          <w:b/>
          <w:color w:val="000000" w:themeColor="text1"/>
        </w:rPr>
        <w:t xml:space="preserve"> Fellowship</w:t>
      </w:r>
      <w:r w:rsidRPr="00CA69DE">
        <w:rPr>
          <w:rFonts w:ascii="Futura Bk BT" w:hAnsi="Futura Bk BT"/>
          <w:bCs/>
          <w:color w:val="000000" w:themeColor="text1"/>
        </w:rPr>
        <w:t xml:space="preserve"> - signed by </w:t>
      </w:r>
      <w:r w:rsidRPr="00E66873">
        <w:rPr>
          <w:rFonts w:ascii="Futura Bk BT" w:hAnsi="Futura Bk BT"/>
          <w:bCs/>
          <w:color w:val="000000" w:themeColor="text1"/>
        </w:rPr>
        <w:t>Chief of the home institute or equivalent institute</w:t>
      </w:r>
    </w:p>
    <w:p w14:paraId="79FB5240" w14:textId="77777777" w:rsidR="00E66873" w:rsidRPr="00CA69DE" w:rsidRDefault="00E66873" w:rsidP="00CA69DE">
      <w:pPr>
        <w:pStyle w:val="Paragrafoelenco"/>
        <w:rPr>
          <w:rFonts w:ascii="Futura Bk BT" w:hAnsi="Futura Bk BT"/>
          <w:bCs/>
          <w:color w:val="000000" w:themeColor="text1"/>
        </w:rPr>
      </w:pPr>
    </w:p>
    <w:sectPr w:rsidR="00E66873" w:rsidRPr="00CA69DE" w:rsidSect="00922EC2">
      <w:head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B4266" w14:textId="77777777" w:rsidR="002F3BE2" w:rsidRDefault="002F3BE2" w:rsidP="0080333E">
      <w:pPr>
        <w:spacing w:after="0" w:line="240" w:lineRule="auto"/>
      </w:pPr>
      <w:r>
        <w:separator/>
      </w:r>
    </w:p>
  </w:endnote>
  <w:endnote w:type="continuationSeparator" w:id="0">
    <w:p w14:paraId="44507C63" w14:textId="77777777" w:rsidR="002F3BE2" w:rsidRDefault="002F3BE2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Bahnschrift Light"/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AA0A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B348" w14:textId="77777777" w:rsidR="002F3BE2" w:rsidRDefault="002F3BE2" w:rsidP="0080333E">
      <w:pPr>
        <w:spacing w:after="0" w:line="240" w:lineRule="auto"/>
      </w:pPr>
      <w:r>
        <w:separator/>
      </w:r>
    </w:p>
  </w:footnote>
  <w:footnote w:type="continuationSeparator" w:id="0">
    <w:p w14:paraId="1473785A" w14:textId="77777777" w:rsidR="002F3BE2" w:rsidRDefault="002F3BE2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857C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  <w:lang w:val="en-US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D81A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  <w:lang w:val="en-US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1F8D1DB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48881CE3" w:rsidR="00C806A4" w:rsidRPr="001B4A92" w:rsidRDefault="008A0EE8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D7AAA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342313">
    <w:abstractNumId w:val="0"/>
  </w:num>
  <w:num w:numId="2" w16cid:durableId="1145008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07"/>
    <w:rsid w:val="00005EA7"/>
    <w:rsid w:val="00046B58"/>
    <w:rsid w:val="00116C4B"/>
    <w:rsid w:val="00131DC7"/>
    <w:rsid w:val="001339C1"/>
    <w:rsid w:val="00181E53"/>
    <w:rsid w:val="001B1D15"/>
    <w:rsid w:val="001B4A92"/>
    <w:rsid w:val="001D2E74"/>
    <w:rsid w:val="0020600B"/>
    <w:rsid w:val="00210979"/>
    <w:rsid w:val="00215CC6"/>
    <w:rsid w:val="00247FA0"/>
    <w:rsid w:val="00253207"/>
    <w:rsid w:val="002B5A34"/>
    <w:rsid w:val="002E2D54"/>
    <w:rsid w:val="002F3BE2"/>
    <w:rsid w:val="00300C07"/>
    <w:rsid w:val="003062E0"/>
    <w:rsid w:val="00354614"/>
    <w:rsid w:val="00367494"/>
    <w:rsid w:val="003A02DF"/>
    <w:rsid w:val="003E67FD"/>
    <w:rsid w:val="004F28DE"/>
    <w:rsid w:val="005305B2"/>
    <w:rsid w:val="005636CF"/>
    <w:rsid w:val="00564514"/>
    <w:rsid w:val="00594CF5"/>
    <w:rsid w:val="005E2CDF"/>
    <w:rsid w:val="006410D8"/>
    <w:rsid w:val="006464F7"/>
    <w:rsid w:val="0069543A"/>
    <w:rsid w:val="006B374D"/>
    <w:rsid w:val="006E1312"/>
    <w:rsid w:val="00755909"/>
    <w:rsid w:val="00755BBE"/>
    <w:rsid w:val="00774E50"/>
    <w:rsid w:val="007A454D"/>
    <w:rsid w:val="007A6569"/>
    <w:rsid w:val="0080333E"/>
    <w:rsid w:val="00805EA8"/>
    <w:rsid w:val="008A0EE8"/>
    <w:rsid w:val="008A36D8"/>
    <w:rsid w:val="008B0B1B"/>
    <w:rsid w:val="008B6960"/>
    <w:rsid w:val="008E2D81"/>
    <w:rsid w:val="009020FE"/>
    <w:rsid w:val="009166BC"/>
    <w:rsid w:val="00922EC2"/>
    <w:rsid w:val="00927586"/>
    <w:rsid w:val="00952627"/>
    <w:rsid w:val="009776E4"/>
    <w:rsid w:val="00995D65"/>
    <w:rsid w:val="00A33A97"/>
    <w:rsid w:val="00A56B53"/>
    <w:rsid w:val="00B17953"/>
    <w:rsid w:val="00B43B1E"/>
    <w:rsid w:val="00B63E34"/>
    <w:rsid w:val="00C64A91"/>
    <w:rsid w:val="00C6680F"/>
    <w:rsid w:val="00C806A4"/>
    <w:rsid w:val="00CA69DE"/>
    <w:rsid w:val="00CE10B8"/>
    <w:rsid w:val="00CE203E"/>
    <w:rsid w:val="00CE477E"/>
    <w:rsid w:val="00D2183E"/>
    <w:rsid w:val="00D40CE7"/>
    <w:rsid w:val="00DA36C8"/>
    <w:rsid w:val="00DC7139"/>
    <w:rsid w:val="00DE743B"/>
    <w:rsid w:val="00E64020"/>
    <w:rsid w:val="00E66873"/>
    <w:rsid w:val="00EC60F4"/>
    <w:rsid w:val="00F27129"/>
    <w:rsid w:val="00F91126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6451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6680F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668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68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68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68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680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80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755BBE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755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ublications/terms-and-condition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a-online.org/privacy-policy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ellowship@era-online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11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9</cp:revision>
  <cp:lastPrinted>2021-08-26T08:43:00Z</cp:lastPrinted>
  <dcterms:created xsi:type="dcterms:W3CDTF">2023-01-23T12:33:00Z</dcterms:created>
  <dcterms:modified xsi:type="dcterms:W3CDTF">2023-02-02T10:09:00Z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c096533874d6bc832e092a9ce727abd2cbd18bae295912e455804461f613d461</vt:lpwstr>
  </property>
</Properties>
</file>